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D656C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7C28A371" w14:textId="77777777" w:rsidR="00411592" w:rsidRDefault="00411592" w:rsidP="00411592">
      <w:pPr>
        <w:spacing w:line="276" w:lineRule="auto"/>
      </w:pPr>
    </w:p>
    <w:p w14:paraId="3E1323A2" w14:textId="77777777" w:rsidR="00411592" w:rsidRPr="00411592" w:rsidRDefault="00C806C3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Reaction Rate Lab </w:t>
      </w:r>
      <w:proofErr w:type="spellStart"/>
      <w:r>
        <w:rPr>
          <w:b/>
          <w:sz w:val="44"/>
          <w:szCs w:val="44"/>
        </w:rPr>
        <w:t>Writeup</w:t>
      </w:r>
      <w:proofErr w:type="spellEnd"/>
    </w:p>
    <w:p w14:paraId="7F4AC1CF" w14:textId="77777777" w:rsidR="00411592" w:rsidRDefault="00411592" w:rsidP="00411592">
      <w:pPr>
        <w:spacing w:line="276" w:lineRule="auto"/>
      </w:pPr>
    </w:p>
    <w:p w14:paraId="71FA18BC" w14:textId="77777777" w:rsidR="00C806C3" w:rsidRPr="00C806C3" w:rsidRDefault="00C806C3" w:rsidP="00411592">
      <w:pPr>
        <w:spacing w:line="276" w:lineRule="auto"/>
        <w:rPr>
          <w:b/>
        </w:rPr>
      </w:pPr>
      <w:r w:rsidRPr="00C806C3">
        <w:rPr>
          <w:b/>
        </w:rPr>
        <w:t>Paragraph 1: Introduction</w:t>
      </w:r>
    </w:p>
    <w:p w14:paraId="2293CBED" w14:textId="77777777" w:rsidR="00C806C3" w:rsidRDefault="00C806C3" w:rsidP="00C806C3">
      <w:pPr>
        <w:pStyle w:val="ListParagraph"/>
        <w:numPr>
          <w:ilvl w:val="0"/>
          <w:numId w:val="1"/>
        </w:numPr>
        <w:spacing w:line="276" w:lineRule="auto"/>
      </w:pPr>
      <w:r>
        <w:t>Purpose of the lab</w:t>
      </w:r>
    </w:p>
    <w:p w14:paraId="1B02FEAB" w14:textId="77777777" w:rsidR="00C806C3" w:rsidRDefault="00C806C3" w:rsidP="00C806C3">
      <w:pPr>
        <w:pStyle w:val="ListParagraph"/>
        <w:numPr>
          <w:ilvl w:val="0"/>
          <w:numId w:val="1"/>
        </w:numPr>
        <w:spacing w:line="276" w:lineRule="auto"/>
      </w:pPr>
      <w:r>
        <w:t>Definition of reaction rate</w:t>
      </w:r>
    </w:p>
    <w:p w14:paraId="5CF0A91B" w14:textId="77777777" w:rsidR="00C806C3" w:rsidRDefault="00C806C3" w:rsidP="00C806C3">
      <w:pPr>
        <w:pStyle w:val="ListParagraph"/>
        <w:numPr>
          <w:ilvl w:val="0"/>
          <w:numId w:val="1"/>
        </w:numPr>
        <w:spacing w:line="276" w:lineRule="auto"/>
      </w:pPr>
      <w:r>
        <w:t>Definition of collision theory</w:t>
      </w:r>
    </w:p>
    <w:p w14:paraId="1794597C" w14:textId="77777777" w:rsidR="00C806C3" w:rsidRDefault="00C806C3" w:rsidP="00411592">
      <w:pPr>
        <w:spacing w:line="276" w:lineRule="auto"/>
        <w:rPr>
          <w:b/>
        </w:rPr>
      </w:pPr>
    </w:p>
    <w:p w14:paraId="49003BBA" w14:textId="77777777" w:rsidR="007277B7" w:rsidRDefault="007277B7" w:rsidP="00411592">
      <w:pPr>
        <w:spacing w:line="276" w:lineRule="auto"/>
        <w:rPr>
          <w:b/>
        </w:rPr>
      </w:pPr>
    </w:p>
    <w:p w14:paraId="3139BA5F" w14:textId="77777777" w:rsidR="00411592" w:rsidRPr="00C806C3" w:rsidRDefault="00C806C3" w:rsidP="008D6853">
      <w:pPr>
        <w:spacing w:line="360" w:lineRule="auto"/>
        <w:rPr>
          <w:b/>
        </w:rPr>
      </w:pPr>
      <w:r w:rsidRPr="00C806C3">
        <w:rPr>
          <w:b/>
        </w:rPr>
        <w:t>Paragraph</w:t>
      </w:r>
      <w:r>
        <w:rPr>
          <w:b/>
        </w:rPr>
        <w:t xml:space="preserve"> 2</w:t>
      </w:r>
      <w:r w:rsidRPr="00C806C3">
        <w:rPr>
          <w:b/>
        </w:rPr>
        <w:t>: Surface Area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8"/>
        <w:gridCol w:w="8652"/>
      </w:tblGrid>
      <w:tr w:rsidR="00C806C3" w14:paraId="62949D48" w14:textId="77777777" w:rsidTr="00C806C3">
        <w:trPr>
          <w:cantSplit/>
          <w:trHeight w:val="125"/>
        </w:trPr>
        <w:tc>
          <w:tcPr>
            <w:tcW w:w="0" w:type="auto"/>
          </w:tcPr>
          <w:p w14:paraId="0EAF9D90" w14:textId="77777777" w:rsidR="00C806C3" w:rsidRPr="00C806C3" w:rsidRDefault="00C806C3" w:rsidP="008D6853">
            <w:pPr>
              <w:spacing w:line="360" w:lineRule="auto"/>
              <w:rPr>
                <w:i/>
              </w:rPr>
            </w:pPr>
            <w:r w:rsidRPr="00C806C3">
              <w:rPr>
                <w:i/>
              </w:rPr>
              <w:t>CLAIM</w:t>
            </w:r>
          </w:p>
        </w:tc>
        <w:tc>
          <w:tcPr>
            <w:tcW w:w="0" w:type="auto"/>
          </w:tcPr>
          <w:p w14:paraId="023C68FF" w14:textId="77777777" w:rsidR="00C806C3" w:rsidRPr="00C806C3" w:rsidRDefault="00C806C3" w:rsidP="008D6853">
            <w:pPr>
              <w:spacing w:line="36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Increasing the surface area of reactants in a chemical reaction (increases/decreases) the rate of the reaction.</w:t>
            </w:r>
          </w:p>
        </w:tc>
      </w:tr>
      <w:tr w:rsidR="00C806C3" w14:paraId="05503EF9" w14:textId="77777777" w:rsidTr="00C806C3">
        <w:trPr>
          <w:cantSplit/>
          <w:trHeight w:val="683"/>
        </w:trPr>
        <w:tc>
          <w:tcPr>
            <w:tcW w:w="0" w:type="auto"/>
          </w:tcPr>
          <w:p w14:paraId="7A62B829" w14:textId="77777777" w:rsidR="00C806C3" w:rsidRPr="00C806C3" w:rsidRDefault="00C806C3" w:rsidP="008D6853">
            <w:pPr>
              <w:spacing w:line="360" w:lineRule="auto"/>
              <w:rPr>
                <w:i/>
              </w:rPr>
            </w:pPr>
            <w:r w:rsidRPr="00C806C3">
              <w:rPr>
                <w:i/>
              </w:rPr>
              <w:t>EVIDENCE</w:t>
            </w:r>
          </w:p>
        </w:tc>
        <w:tc>
          <w:tcPr>
            <w:tcW w:w="0" w:type="auto"/>
          </w:tcPr>
          <w:p w14:paraId="383FE80B" w14:textId="77777777" w:rsidR="00C806C3" w:rsidRPr="00C806C3" w:rsidRDefault="00C806C3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 w:rsidRPr="00C806C3">
              <w:rPr>
                <w:rFonts w:ascii="Calibri" w:eastAsia="Times New Roman" w:hAnsi="Calibri" w:cs="Times New Roman"/>
              </w:rPr>
              <w:t xml:space="preserve">The reaction between solid calcium carbonate and </w:t>
            </w:r>
            <w:proofErr w:type="spellStart"/>
            <w:r w:rsidRPr="00C806C3">
              <w:rPr>
                <w:rFonts w:ascii="Calibri" w:eastAsia="Times New Roman" w:hAnsi="Calibri" w:cs="Times New Roman"/>
              </w:rPr>
              <w:t>HCl</w:t>
            </w:r>
            <w:proofErr w:type="spellEnd"/>
            <w:r w:rsidRPr="00C806C3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progressed</w:t>
            </w:r>
            <w:r w:rsidRPr="00C806C3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 xml:space="preserve">(faster/slower) </w:t>
            </w:r>
            <w:r w:rsidRPr="00C806C3">
              <w:rPr>
                <w:rFonts w:ascii="Calibri" w:eastAsia="Times New Roman" w:hAnsi="Calibri" w:cs="Times New Roman"/>
              </w:rPr>
              <w:t xml:space="preserve">than the reaction between powdered calcium </w:t>
            </w:r>
            <w:r>
              <w:rPr>
                <w:rFonts w:ascii="Calibri" w:eastAsia="Times New Roman" w:hAnsi="Calibri" w:cs="Times New Roman"/>
              </w:rPr>
              <w:t xml:space="preserve">and </w:t>
            </w:r>
            <w:proofErr w:type="spellStart"/>
            <w:r>
              <w:rPr>
                <w:rFonts w:ascii="Calibri" w:eastAsia="Times New Roman" w:hAnsi="Calibri" w:cs="Times New Roman"/>
              </w:rPr>
              <w:t>HCl</w:t>
            </w:r>
            <w:proofErr w:type="spellEnd"/>
            <w:r>
              <w:rPr>
                <w:rFonts w:ascii="Calibri" w:eastAsia="Times New Roman" w:hAnsi="Calibri" w:cs="Times New Roman"/>
              </w:rPr>
              <w:t>.</w:t>
            </w:r>
          </w:p>
          <w:p w14:paraId="06B5BE40" w14:textId="77777777" w:rsidR="00C806C3" w:rsidRDefault="00C806C3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>
              <w:rPr>
                <w:rFonts w:ascii="Calibri" w:eastAsia="Times New Roman" w:hAnsi="Calibri" w:cs="Times New Roman"/>
              </w:rPr>
              <w:t>Include your data (# of seconds, etc.)</w:t>
            </w:r>
          </w:p>
        </w:tc>
      </w:tr>
      <w:tr w:rsidR="00C806C3" w14:paraId="6377DF2D" w14:textId="77777777" w:rsidTr="00C806C3">
        <w:trPr>
          <w:cantSplit/>
          <w:trHeight w:val="125"/>
        </w:trPr>
        <w:tc>
          <w:tcPr>
            <w:tcW w:w="0" w:type="auto"/>
          </w:tcPr>
          <w:p w14:paraId="728C7FE4" w14:textId="77777777" w:rsidR="00C806C3" w:rsidRPr="00F1603F" w:rsidRDefault="00C806C3" w:rsidP="008D6853">
            <w:pPr>
              <w:spacing w:line="360" w:lineRule="auto"/>
              <w:rPr>
                <w:b/>
                <w:i/>
              </w:rPr>
            </w:pPr>
            <w:r w:rsidRPr="00F1603F">
              <w:rPr>
                <w:b/>
                <w:i/>
              </w:rPr>
              <w:t>REASONING</w:t>
            </w:r>
          </w:p>
        </w:tc>
        <w:tc>
          <w:tcPr>
            <w:tcW w:w="0" w:type="auto"/>
          </w:tcPr>
          <w:p w14:paraId="131338D4" w14:textId="77777777" w:rsidR="00C806C3" w:rsidRPr="00F1603F" w:rsidRDefault="00C806C3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  <w:rPr>
                <w:b/>
              </w:rPr>
            </w:pPr>
            <w:r w:rsidRPr="00F1603F">
              <w:rPr>
                <w:b/>
              </w:rPr>
              <w:t>Explain WHY surface area affects reaction rate in terms of collision theory</w:t>
            </w:r>
          </w:p>
        </w:tc>
      </w:tr>
    </w:tbl>
    <w:p w14:paraId="08B9AA1A" w14:textId="77777777" w:rsidR="00C806C3" w:rsidRDefault="00C806C3" w:rsidP="00411592">
      <w:pPr>
        <w:spacing w:line="276" w:lineRule="auto"/>
      </w:pPr>
    </w:p>
    <w:p w14:paraId="29002E2E" w14:textId="77777777" w:rsidR="007277B7" w:rsidRDefault="007277B7" w:rsidP="00411592">
      <w:pPr>
        <w:spacing w:line="276" w:lineRule="auto"/>
      </w:pPr>
    </w:p>
    <w:p w14:paraId="55BF585F" w14:textId="6B2A09F8" w:rsidR="00C806C3" w:rsidRPr="00C806C3" w:rsidRDefault="00C806C3" w:rsidP="008D6853">
      <w:pPr>
        <w:spacing w:line="360" w:lineRule="auto"/>
        <w:rPr>
          <w:b/>
        </w:rPr>
      </w:pPr>
      <w:r w:rsidRPr="00C806C3">
        <w:rPr>
          <w:b/>
        </w:rPr>
        <w:t>Paragraph</w:t>
      </w:r>
      <w:r w:rsidR="00BF2F73">
        <w:rPr>
          <w:b/>
        </w:rPr>
        <w:t xml:space="preserve"> 3</w:t>
      </w:r>
      <w:r w:rsidRPr="00C806C3">
        <w:rPr>
          <w:b/>
        </w:rPr>
        <w:t xml:space="preserve">: </w:t>
      </w:r>
      <w:r>
        <w:rPr>
          <w:b/>
        </w:rPr>
        <w:t>Temperature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8"/>
        <w:gridCol w:w="8652"/>
      </w:tblGrid>
      <w:tr w:rsidR="00C806C3" w14:paraId="1253BB52" w14:textId="77777777" w:rsidTr="00C806C3">
        <w:trPr>
          <w:cantSplit/>
          <w:trHeight w:val="125"/>
        </w:trPr>
        <w:tc>
          <w:tcPr>
            <w:tcW w:w="0" w:type="auto"/>
          </w:tcPr>
          <w:p w14:paraId="28AE25CE" w14:textId="77777777" w:rsidR="00C806C3" w:rsidRPr="00C806C3" w:rsidRDefault="00C806C3" w:rsidP="008D6853">
            <w:pPr>
              <w:spacing w:line="360" w:lineRule="auto"/>
              <w:rPr>
                <w:i/>
              </w:rPr>
            </w:pPr>
            <w:r w:rsidRPr="00C806C3">
              <w:rPr>
                <w:i/>
              </w:rPr>
              <w:t>CLAIM</w:t>
            </w:r>
          </w:p>
        </w:tc>
        <w:tc>
          <w:tcPr>
            <w:tcW w:w="0" w:type="auto"/>
          </w:tcPr>
          <w:p w14:paraId="3BED1BE4" w14:textId="77777777" w:rsidR="00C806C3" w:rsidRPr="00C806C3" w:rsidRDefault="00C806C3" w:rsidP="008D6853">
            <w:pPr>
              <w:spacing w:line="36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Increasing the temperature of a chemical reaction (increases/decreases) the rate of the reaction.</w:t>
            </w:r>
          </w:p>
        </w:tc>
      </w:tr>
      <w:tr w:rsidR="00C806C3" w14:paraId="399C7F61" w14:textId="77777777" w:rsidTr="00C806C3">
        <w:trPr>
          <w:cantSplit/>
          <w:trHeight w:val="125"/>
        </w:trPr>
        <w:tc>
          <w:tcPr>
            <w:tcW w:w="0" w:type="auto"/>
          </w:tcPr>
          <w:p w14:paraId="3145E2D3" w14:textId="77777777" w:rsidR="00C806C3" w:rsidRPr="00C806C3" w:rsidRDefault="00C806C3" w:rsidP="008D6853">
            <w:pPr>
              <w:spacing w:line="360" w:lineRule="auto"/>
              <w:rPr>
                <w:i/>
              </w:rPr>
            </w:pPr>
            <w:r w:rsidRPr="00C806C3">
              <w:rPr>
                <w:i/>
              </w:rPr>
              <w:t>EVIDENCE</w:t>
            </w:r>
          </w:p>
        </w:tc>
        <w:tc>
          <w:tcPr>
            <w:tcW w:w="0" w:type="auto"/>
          </w:tcPr>
          <w:p w14:paraId="611B8EAB" w14:textId="77777777" w:rsidR="00C806C3" w:rsidRPr="007277B7" w:rsidRDefault="00C806C3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 w:rsidRPr="00C806C3">
              <w:rPr>
                <w:rFonts w:ascii="Calibri" w:eastAsia="Times New Roman" w:hAnsi="Calibri" w:cs="Times New Roman"/>
              </w:rPr>
              <w:t xml:space="preserve">The reaction between Alka-Seltzer and water </w:t>
            </w:r>
            <w:r>
              <w:rPr>
                <w:rFonts w:ascii="Calibri" w:eastAsia="Times New Roman" w:hAnsi="Calibri" w:cs="Times New Roman"/>
              </w:rPr>
              <w:t>progressed the fastest using (cold/room temperature/warm) water.</w:t>
            </w:r>
          </w:p>
          <w:p w14:paraId="09C11154" w14:textId="183370F6" w:rsidR="007277B7" w:rsidRPr="007277B7" w:rsidRDefault="007277B7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>
              <w:rPr>
                <w:rFonts w:ascii="Calibri" w:eastAsia="Times New Roman" w:hAnsi="Calibri" w:cs="Times New Roman"/>
              </w:rPr>
              <w:t>GRAPH of data (temperature on x-axis, length of reaction on y-axis)</w:t>
            </w:r>
          </w:p>
          <w:p w14:paraId="36836D3B" w14:textId="7FC944B8" w:rsidR="007277B7" w:rsidRDefault="007277B7" w:rsidP="008D6853">
            <w:pPr>
              <w:pStyle w:val="ListParagraph"/>
              <w:numPr>
                <w:ilvl w:val="1"/>
                <w:numId w:val="2"/>
              </w:numPr>
              <w:spacing w:line="360" w:lineRule="auto"/>
            </w:pPr>
            <w:r>
              <w:t>Title</w:t>
            </w:r>
          </w:p>
          <w:p w14:paraId="088147E4" w14:textId="62AFA3FB" w:rsidR="007277B7" w:rsidRDefault="007277B7" w:rsidP="008D6853">
            <w:pPr>
              <w:pStyle w:val="ListParagraph"/>
              <w:numPr>
                <w:ilvl w:val="1"/>
                <w:numId w:val="2"/>
              </w:numPr>
              <w:spacing w:line="360" w:lineRule="auto"/>
            </w:pPr>
            <w:r>
              <w:t>Scatterplot with line of best fit</w:t>
            </w:r>
          </w:p>
          <w:p w14:paraId="529A6915" w14:textId="5BFC31E9" w:rsidR="007277B7" w:rsidRPr="00C806C3" w:rsidRDefault="007277B7" w:rsidP="008D6853">
            <w:pPr>
              <w:pStyle w:val="ListParagraph"/>
              <w:numPr>
                <w:ilvl w:val="1"/>
                <w:numId w:val="2"/>
              </w:numPr>
              <w:spacing w:line="360" w:lineRule="auto"/>
            </w:pPr>
            <w:r>
              <w:t>Labeled axes with units</w:t>
            </w:r>
          </w:p>
          <w:p w14:paraId="793D240A" w14:textId="76766166" w:rsidR="00C806C3" w:rsidRDefault="007277B7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>
              <w:rPr>
                <w:rFonts w:ascii="Calibri" w:eastAsia="Times New Roman" w:hAnsi="Calibri" w:cs="Times New Roman"/>
              </w:rPr>
              <w:t>Describe</w:t>
            </w:r>
            <w:r w:rsidR="00C806C3">
              <w:rPr>
                <w:rFonts w:ascii="Calibri" w:eastAsia="Times New Roman" w:hAnsi="Calibri" w:cs="Times New Roman"/>
              </w:rPr>
              <w:t xml:space="preserve"> your data</w:t>
            </w:r>
            <w:r>
              <w:rPr>
                <w:rFonts w:ascii="Calibri" w:eastAsia="Times New Roman" w:hAnsi="Calibri" w:cs="Times New Roman"/>
              </w:rPr>
              <w:t xml:space="preserve"> in words</w:t>
            </w:r>
            <w:r w:rsidR="00C806C3">
              <w:rPr>
                <w:rFonts w:ascii="Calibri" w:eastAsia="Times New Roman" w:hAnsi="Calibri" w:cs="Times New Roman"/>
              </w:rPr>
              <w:t xml:space="preserve"> (temperature and # of seconds)</w:t>
            </w:r>
          </w:p>
        </w:tc>
      </w:tr>
      <w:tr w:rsidR="00C806C3" w14:paraId="03489B36" w14:textId="77777777" w:rsidTr="00C806C3">
        <w:trPr>
          <w:cantSplit/>
          <w:trHeight w:val="125"/>
        </w:trPr>
        <w:tc>
          <w:tcPr>
            <w:tcW w:w="0" w:type="auto"/>
          </w:tcPr>
          <w:p w14:paraId="43CF8DDF" w14:textId="08BE310F" w:rsidR="00C806C3" w:rsidRPr="00F1603F" w:rsidRDefault="00C806C3" w:rsidP="008D6853">
            <w:pPr>
              <w:spacing w:line="360" w:lineRule="auto"/>
              <w:rPr>
                <w:b/>
                <w:i/>
              </w:rPr>
            </w:pPr>
            <w:r w:rsidRPr="00F1603F">
              <w:rPr>
                <w:b/>
                <w:i/>
              </w:rPr>
              <w:t>REASONING</w:t>
            </w:r>
          </w:p>
        </w:tc>
        <w:tc>
          <w:tcPr>
            <w:tcW w:w="0" w:type="auto"/>
          </w:tcPr>
          <w:p w14:paraId="414073E0" w14:textId="77777777" w:rsidR="00C806C3" w:rsidRPr="00F1603F" w:rsidRDefault="00C806C3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  <w:rPr>
                <w:b/>
              </w:rPr>
            </w:pPr>
            <w:r w:rsidRPr="00F1603F">
              <w:rPr>
                <w:b/>
              </w:rPr>
              <w:t>Explain WHY temperature affects reaction rate in terms of collision theory</w:t>
            </w:r>
          </w:p>
          <w:p w14:paraId="0C82717E" w14:textId="540FC860" w:rsidR="007277B7" w:rsidRPr="00F1603F" w:rsidRDefault="007277B7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  <w:rPr>
                <w:b/>
              </w:rPr>
            </w:pPr>
            <w:r w:rsidRPr="00F1603F">
              <w:rPr>
                <w:b/>
              </w:rPr>
              <w:t xml:space="preserve">Discuss a </w:t>
            </w:r>
            <w:proofErr w:type="gramStart"/>
            <w:r w:rsidRPr="00F1603F">
              <w:rPr>
                <w:b/>
              </w:rPr>
              <w:t>real life</w:t>
            </w:r>
            <w:proofErr w:type="gramEnd"/>
            <w:r w:rsidRPr="00F1603F">
              <w:rPr>
                <w:b/>
              </w:rPr>
              <w:t xml:space="preserve"> application of temperature and reaction rate </w:t>
            </w:r>
          </w:p>
        </w:tc>
      </w:tr>
    </w:tbl>
    <w:p w14:paraId="13770F15" w14:textId="77777777" w:rsidR="00C806C3" w:rsidRDefault="00C806C3" w:rsidP="00C806C3">
      <w:pPr>
        <w:spacing w:line="276" w:lineRule="auto"/>
      </w:pPr>
    </w:p>
    <w:p w14:paraId="06F86BDD" w14:textId="34643DDA" w:rsidR="007277B7" w:rsidRDefault="008D6853" w:rsidP="00C806C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59D08" wp14:editId="56ECD1E7">
                <wp:simplePos x="0" y="0"/>
                <wp:positionH relativeFrom="column">
                  <wp:posOffset>5276977</wp:posOffset>
                </wp:positionH>
                <wp:positionV relativeFrom="paragraph">
                  <wp:posOffset>173355</wp:posOffset>
                </wp:positionV>
                <wp:extent cx="1066800" cy="457200"/>
                <wp:effectExtent l="0" t="25400" r="50800" b="50800"/>
                <wp:wrapThrough wrapText="bothSides">
                  <wp:wrapPolygon edited="0">
                    <wp:start x="15429" y="-1200"/>
                    <wp:lineTo x="0" y="2400"/>
                    <wp:lineTo x="0" y="16800"/>
                    <wp:lineTo x="15943" y="19200"/>
                    <wp:lineTo x="15429" y="22800"/>
                    <wp:lineTo x="18514" y="22800"/>
                    <wp:lineTo x="19543" y="19200"/>
                    <wp:lineTo x="22114" y="10800"/>
                    <wp:lineTo x="22114" y="8400"/>
                    <wp:lineTo x="18514" y="-1200"/>
                    <wp:lineTo x="15429" y="-1200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3862293E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415.5pt;margin-top:13.65pt;width:84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" adj="16971" fillcolor="#5b9bd5 [3204]" strokecolor="#1f4d78 [1604]" strokeweight="1pt">
                <w10:wrap type="through"/>
              </v:shape>
            </w:pict>
          </mc:Fallback>
        </mc:AlternateContent>
      </w:r>
    </w:p>
    <w:p w14:paraId="7AC01F74" w14:textId="77777777" w:rsidR="008D6853" w:rsidRDefault="008D6853" w:rsidP="00C806C3">
      <w:pPr>
        <w:spacing w:line="276" w:lineRule="auto"/>
      </w:pPr>
    </w:p>
    <w:p w14:paraId="37838C9E" w14:textId="77777777" w:rsidR="008D6853" w:rsidRDefault="008D6853" w:rsidP="00C806C3">
      <w:pPr>
        <w:spacing w:line="276" w:lineRule="auto"/>
      </w:pPr>
    </w:p>
    <w:p w14:paraId="4CB65D65" w14:textId="77777777" w:rsidR="008D6853" w:rsidRDefault="008D6853" w:rsidP="00C806C3">
      <w:pPr>
        <w:spacing w:line="276" w:lineRule="auto"/>
      </w:pPr>
    </w:p>
    <w:p w14:paraId="598A4F67" w14:textId="5409797E" w:rsidR="00C806C3" w:rsidRPr="00C806C3" w:rsidRDefault="00C806C3" w:rsidP="008D6853">
      <w:pPr>
        <w:spacing w:line="360" w:lineRule="auto"/>
        <w:rPr>
          <w:b/>
        </w:rPr>
      </w:pPr>
      <w:r w:rsidRPr="00C806C3">
        <w:rPr>
          <w:b/>
        </w:rPr>
        <w:t>Paragraph</w:t>
      </w:r>
      <w:r w:rsidR="00BF2F73">
        <w:rPr>
          <w:b/>
        </w:rPr>
        <w:t xml:space="preserve"> 4</w:t>
      </w:r>
      <w:r w:rsidRPr="00C806C3">
        <w:rPr>
          <w:b/>
        </w:rPr>
        <w:t xml:space="preserve">: </w:t>
      </w:r>
      <w:r>
        <w:rPr>
          <w:b/>
        </w:rPr>
        <w:t>Concentration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3"/>
        <w:gridCol w:w="8647"/>
      </w:tblGrid>
      <w:tr w:rsidR="00C806C3" w14:paraId="6F25957B" w14:textId="77777777" w:rsidTr="00C806C3">
        <w:trPr>
          <w:cantSplit/>
          <w:trHeight w:val="125"/>
        </w:trPr>
        <w:tc>
          <w:tcPr>
            <w:tcW w:w="0" w:type="auto"/>
          </w:tcPr>
          <w:p w14:paraId="2A150ACB" w14:textId="77777777" w:rsidR="00C806C3" w:rsidRDefault="00C806C3" w:rsidP="008D6853">
            <w:pPr>
              <w:spacing w:line="360" w:lineRule="auto"/>
            </w:pPr>
            <w:r>
              <w:t>CLAIM</w:t>
            </w:r>
          </w:p>
        </w:tc>
        <w:tc>
          <w:tcPr>
            <w:tcW w:w="0" w:type="auto"/>
          </w:tcPr>
          <w:p w14:paraId="044BE890" w14:textId="77777777" w:rsidR="00C806C3" w:rsidRPr="00C806C3" w:rsidRDefault="00C806C3" w:rsidP="008D6853">
            <w:pPr>
              <w:spacing w:line="36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Increasing the concentration of reactants in a chemical reaction (increases/decreases) the rate of the reaction.</w:t>
            </w:r>
          </w:p>
        </w:tc>
      </w:tr>
      <w:tr w:rsidR="00C806C3" w14:paraId="1D65BC70" w14:textId="77777777" w:rsidTr="00C806C3">
        <w:trPr>
          <w:cantSplit/>
          <w:trHeight w:val="125"/>
        </w:trPr>
        <w:tc>
          <w:tcPr>
            <w:tcW w:w="0" w:type="auto"/>
          </w:tcPr>
          <w:p w14:paraId="0FE4803B" w14:textId="77777777" w:rsidR="00C806C3" w:rsidRDefault="00C806C3" w:rsidP="008D6853">
            <w:pPr>
              <w:spacing w:line="360" w:lineRule="auto"/>
            </w:pPr>
            <w:r>
              <w:t>EVIDENCE</w:t>
            </w:r>
          </w:p>
        </w:tc>
        <w:tc>
          <w:tcPr>
            <w:tcW w:w="0" w:type="auto"/>
          </w:tcPr>
          <w:p w14:paraId="4C180451" w14:textId="77777777" w:rsidR="00C806C3" w:rsidRPr="00C806C3" w:rsidRDefault="00C806C3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 w:rsidRPr="00C806C3">
              <w:rPr>
                <w:rFonts w:ascii="Calibri" w:eastAsia="Times New Roman" w:hAnsi="Calibri" w:cs="Times New Roman"/>
              </w:rPr>
              <w:t xml:space="preserve">The reaction between </w:t>
            </w:r>
            <w:r>
              <w:rPr>
                <w:rFonts w:ascii="Calibri" w:eastAsia="Times New Roman" w:hAnsi="Calibri" w:cs="Times New Roman"/>
              </w:rPr>
              <w:t xml:space="preserve">zinc and </w:t>
            </w:r>
            <w:proofErr w:type="spellStart"/>
            <w:r>
              <w:rPr>
                <w:rFonts w:ascii="Calibri" w:eastAsia="Times New Roman" w:hAnsi="Calibri" w:cs="Times New Roman"/>
              </w:rPr>
              <w:t>HCl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progressed the fastest using </w:t>
            </w:r>
            <w:proofErr w:type="spellStart"/>
            <w:r>
              <w:rPr>
                <w:rFonts w:ascii="Calibri" w:eastAsia="Times New Roman" w:hAnsi="Calibri" w:cs="Times New Roman"/>
              </w:rPr>
              <w:t>HCl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with a concentration of (1M/3M/6M).</w:t>
            </w:r>
          </w:p>
          <w:p w14:paraId="506A69B2" w14:textId="77777777" w:rsidR="00C806C3" w:rsidRDefault="00C806C3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>
              <w:rPr>
                <w:rFonts w:ascii="Calibri" w:eastAsia="Times New Roman" w:hAnsi="Calibri" w:cs="Times New Roman"/>
              </w:rPr>
              <w:t>Include your data (can be observational for this section)</w:t>
            </w:r>
          </w:p>
        </w:tc>
      </w:tr>
      <w:tr w:rsidR="00C806C3" w14:paraId="27D82AF2" w14:textId="77777777" w:rsidTr="00C806C3">
        <w:trPr>
          <w:cantSplit/>
          <w:trHeight w:val="125"/>
        </w:trPr>
        <w:tc>
          <w:tcPr>
            <w:tcW w:w="0" w:type="auto"/>
          </w:tcPr>
          <w:p w14:paraId="62FAE84E" w14:textId="77777777" w:rsidR="00C806C3" w:rsidRPr="00F1603F" w:rsidRDefault="00C806C3" w:rsidP="008D6853">
            <w:pPr>
              <w:spacing w:line="360" w:lineRule="auto"/>
              <w:rPr>
                <w:b/>
              </w:rPr>
            </w:pPr>
            <w:r w:rsidRPr="00F1603F">
              <w:rPr>
                <w:b/>
              </w:rPr>
              <w:t>REASONING</w:t>
            </w:r>
          </w:p>
        </w:tc>
        <w:tc>
          <w:tcPr>
            <w:tcW w:w="0" w:type="auto"/>
          </w:tcPr>
          <w:p w14:paraId="4EAEED73" w14:textId="77777777" w:rsidR="00C806C3" w:rsidRPr="00F1603F" w:rsidRDefault="00C806C3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  <w:rPr>
                <w:b/>
              </w:rPr>
            </w:pPr>
            <w:r w:rsidRPr="00F1603F">
              <w:rPr>
                <w:b/>
              </w:rPr>
              <w:t>Explain WHY reactant concentration affects reaction rate in terms of collision theory</w:t>
            </w:r>
          </w:p>
        </w:tc>
      </w:tr>
    </w:tbl>
    <w:p w14:paraId="0B29B6EC" w14:textId="77777777" w:rsidR="008D6853" w:rsidRDefault="008D6853" w:rsidP="00411592">
      <w:pPr>
        <w:spacing w:line="276" w:lineRule="auto"/>
        <w:rPr>
          <w:b/>
        </w:rPr>
      </w:pPr>
    </w:p>
    <w:p w14:paraId="5A5B3D4C" w14:textId="77777777" w:rsidR="008D6853" w:rsidRDefault="008D6853" w:rsidP="00411592">
      <w:pPr>
        <w:spacing w:line="276" w:lineRule="auto"/>
        <w:rPr>
          <w:b/>
        </w:rPr>
      </w:pPr>
    </w:p>
    <w:p w14:paraId="7B638848" w14:textId="389CF295" w:rsidR="00C806C3" w:rsidRPr="00832566" w:rsidRDefault="00BF2F73" w:rsidP="008D6853">
      <w:pPr>
        <w:spacing w:line="360" w:lineRule="auto"/>
        <w:rPr>
          <w:b/>
        </w:rPr>
      </w:pPr>
      <w:r>
        <w:rPr>
          <w:b/>
        </w:rPr>
        <w:t>Paragraph 5</w:t>
      </w:r>
      <w:r w:rsidR="00C806C3" w:rsidRPr="00832566">
        <w:rPr>
          <w:b/>
        </w:rPr>
        <w:t>: Use of a Catalyst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8"/>
        <w:gridCol w:w="8397"/>
      </w:tblGrid>
      <w:tr w:rsidR="00832566" w14:paraId="748F36BB" w14:textId="77777777" w:rsidTr="00E8539F">
        <w:trPr>
          <w:cantSplit/>
          <w:trHeight w:val="125"/>
        </w:trPr>
        <w:tc>
          <w:tcPr>
            <w:tcW w:w="0" w:type="auto"/>
          </w:tcPr>
          <w:p w14:paraId="34703AC0" w14:textId="77777777" w:rsidR="00832566" w:rsidRPr="00C806C3" w:rsidRDefault="00832566" w:rsidP="008D6853">
            <w:pPr>
              <w:spacing w:line="360" w:lineRule="auto"/>
              <w:rPr>
                <w:i/>
              </w:rPr>
            </w:pPr>
            <w:r w:rsidRPr="00C806C3">
              <w:rPr>
                <w:i/>
              </w:rPr>
              <w:t>CLAIM</w:t>
            </w:r>
          </w:p>
        </w:tc>
        <w:tc>
          <w:tcPr>
            <w:tcW w:w="0" w:type="auto"/>
          </w:tcPr>
          <w:p w14:paraId="508AB6AF" w14:textId="77777777" w:rsidR="00832566" w:rsidRPr="00C806C3" w:rsidRDefault="00832566" w:rsidP="008D6853">
            <w:pPr>
              <w:spacing w:line="36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The use of a catalyst (increases/decreases) the rate of the reaction.</w:t>
            </w:r>
          </w:p>
        </w:tc>
      </w:tr>
      <w:tr w:rsidR="00832566" w14:paraId="05EB6AB4" w14:textId="77777777" w:rsidTr="00E8539F">
        <w:trPr>
          <w:cantSplit/>
          <w:trHeight w:val="125"/>
        </w:trPr>
        <w:tc>
          <w:tcPr>
            <w:tcW w:w="0" w:type="auto"/>
          </w:tcPr>
          <w:p w14:paraId="35339800" w14:textId="77777777" w:rsidR="00832566" w:rsidRPr="00C806C3" w:rsidRDefault="00832566" w:rsidP="008D6853">
            <w:pPr>
              <w:spacing w:line="360" w:lineRule="auto"/>
              <w:rPr>
                <w:i/>
              </w:rPr>
            </w:pPr>
            <w:r w:rsidRPr="00C806C3">
              <w:rPr>
                <w:i/>
              </w:rPr>
              <w:t>EVIDENCE</w:t>
            </w:r>
          </w:p>
        </w:tc>
        <w:tc>
          <w:tcPr>
            <w:tcW w:w="0" w:type="auto"/>
          </w:tcPr>
          <w:p w14:paraId="175AF96A" w14:textId="77777777" w:rsidR="00832566" w:rsidRPr="00832566" w:rsidRDefault="00832566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>
              <w:t>Define catalyst</w:t>
            </w:r>
          </w:p>
          <w:p w14:paraId="181F20F1" w14:textId="77777777" w:rsidR="00832566" w:rsidRPr="00C806C3" w:rsidRDefault="00832566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>
              <w:rPr>
                <w:rFonts w:ascii="Calibri" w:eastAsia="Times New Roman" w:hAnsi="Calibri" w:cs="Times New Roman"/>
              </w:rPr>
              <w:t>The hydrogen peroxide reaction was catalyzed by (CaCl</w:t>
            </w:r>
            <w:r w:rsidRPr="00832566">
              <w:rPr>
                <w:rFonts w:ascii="Calibri" w:eastAsia="Times New Roman" w:hAnsi="Calibri" w:cs="Times New Roman"/>
                <w:vertAlign w:val="subscript"/>
              </w:rPr>
              <w:t>2</w:t>
            </w:r>
            <w:r>
              <w:rPr>
                <w:rFonts w:ascii="Calibri" w:eastAsia="Times New Roman" w:hAnsi="Calibri" w:cs="Times New Roman"/>
              </w:rPr>
              <w:t>, KNO</w:t>
            </w:r>
            <w:r w:rsidRPr="00832566">
              <w:rPr>
                <w:rFonts w:ascii="Calibri" w:eastAsia="Times New Roman" w:hAnsi="Calibri" w:cs="Times New Roman"/>
                <w:vertAlign w:val="subscript"/>
              </w:rPr>
              <w:t>3</w:t>
            </w:r>
            <w:r>
              <w:rPr>
                <w:rFonts w:ascii="Calibri" w:eastAsia="Times New Roman" w:hAnsi="Calibri" w:cs="Times New Roman"/>
              </w:rPr>
              <w:t>, Fe(NO</w:t>
            </w:r>
            <w:r w:rsidRPr="00832566">
              <w:rPr>
                <w:rFonts w:ascii="Calibri" w:eastAsia="Times New Roman" w:hAnsi="Calibri" w:cs="Times New Roman"/>
                <w:vertAlign w:val="subscript"/>
              </w:rPr>
              <w:t>3</w:t>
            </w:r>
            <w:r>
              <w:rPr>
                <w:rFonts w:ascii="Calibri" w:eastAsia="Times New Roman" w:hAnsi="Calibri" w:cs="Times New Roman"/>
              </w:rPr>
              <w:t>)</w:t>
            </w:r>
            <w:r w:rsidRPr="00832566">
              <w:rPr>
                <w:rFonts w:ascii="Calibri" w:eastAsia="Times New Roman" w:hAnsi="Calibri" w:cs="Times New Roman"/>
                <w:vertAlign w:val="subscript"/>
              </w:rPr>
              <w:t>3</w:t>
            </w:r>
            <w:r>
              <w:rPr>
                <w:rFonts w:ascii="Calibri" w:eastAsia="Times New Roman" w:hAnsi="Calibri" w:cs="Times New Roman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</w:rPr>
              <w:t>NaCl</w:t>
            </w:r>
            <w:proofErr w:type="spellEnd"/>
            <w:r>
              <w:rPr>
                <w:rFonts w:ascii="Calibri" w:eastAsia="Times New Roman" w:hAnsi="Calibri" w:cs="Times New Roman"/>
              </w:rPr>
              <w:t>).</w:t>
            </w:r>
          </w:p>
          <w:p w14:paraId="7D3F7153" w14:textId="77777777" w:rsidR="00832566" w:rsidRDefault="00832566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</w:pPr>
            <w:r>
              <w:rPr>
                <w:rFonts w:ascii="Calibri" w:eastAsia="Times New Roman" w:hAnsi="Calibri" w:cs="Times New Roman"/>
              </w:rPr>
              <w:t>Include your data (signs of a reaction occurring)</w:t>
            </w:r>
          </w:p>
        </w:tc>
      </w:tr>
      <w:tr w:rsidR="00832566" w14:paraId="2B0997AC" w14:textId="77777777" w:rsidTr="00E8539F">
        <w:trPr>
          <w:cantSplit/>
          <w:trHeight w:val="125"/>
        </w:trPr>
        <w:tc>
          <w:tcPr>
            <w:tcW w:w="0" w:type="auto"/>
          </w:tcPr>
          <w:p w14:paraId="33691E15" w14:textId="77777777" w:rsidR="00832566" w:rsidRPr="00F1603F" w:rsidRDefault="00832566" w:rsidP="008D6853">
            <w:pPr>
              <w:spacing w:line="360" w:lineRule="auto"/>
              <w:rPr>
                <w:b/>
                <w:i/>
              </w:rPr>
            </w:pPr>
            <w:r w:rsidRPr="00F1603F">
              <w:rPr>
                <w:b/>
                <w:i/>
              </w:rPr>
              <w:t>REASONING</w:t>
            </w:r>
          </w:p>
        </w:tc>
        <w:tc>
          <w:tcPr>
            <w:tcW w:w="0" w:type="auto"/>
          </w:tcPr>
          <w:p w14:paraId="095A4E6D" w14:textId="77777777" w:rsidR="00832566" w:rsidRPr="00F1603F" w:rsidRDefault="00832566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  <w:rPr>
                <w:b/>
              </w:rPr>
            </w:pPr>
            <w:r w:rsidRPr="00F1603F">
              <w:rPr>
                <w:b/>
              </w:rPr>
              <w:t>Explain WHY catalysts affect reaction rate in terms of collision theory</w:t>
            </w:r>
          </w:p>
          <w:p w14:paraId="62B3E94A" w14:textId="7ED1B8D4" w:rsidR="007277B7" w:rsidRPr="00F1603F" w:rsidRDefault="007277B7" w:rsidP="008D6853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30"/>
              <w:rPr>
                <w:b/>
              </w:rPr>
            </w:pPr>
            <w:r w:rsidRPr="00F1603F">
              <w:rPr>
                <w:b/>
              </w:rPr>
              <w:t>Discuss how catalysts are relevant to your life</w:t>
            </w:r>
          </w:p>
        </w:tc>
      </w:tr>
    </w:tbl>
    <w:p w14:paraId="7B3F2D43" w14:textId="77777777" w:rsidR="007277B7" w:rsidRDefault="007277B7" w:rsidP="00411592">
      <w:pPr>
        <w:spacing w:line="276" w:lineRule="auto"/>
      </w:pPr>
    </w:p>
    <w:p w14:paraId="794B63F9" w14:textId="77777777" w:rsidR="008D6853" w:rsidRDefault="008D6853" w:rsidP="00411592">
      <w:pPr>
        <w:spacing w:line="276" w:lineRule="auto"/>
        <w:rPr>
          <w:b/>
        </w:rPr>
      </w:pPr>
    </w:p>
    <w:p w14:paraId="4EAC920E" w14:textId="4D6BF26F" w:rsidR="007277B7" w:rsidRDefault="007277B7" w:rsidP="00411592">
      <w:pPr>
        <w:spacing w:line="276" w:lineRule="auto"/>
        <w:rPr>
          <w:b/>
        </w:rPr>
      </w:pPr>
      <w:r w:rsidRPr="007277B7">
        <w:rPr>
          <w:b/>
        </w:rPr>
        <w:t>Works Cited: MLA Format</w:t>
      </w:r>
    </w:p>
    <w:p w14:paraId="7C86DC05" w14:textId="4D5E0497" w:rsidR="007277B7" w:rsidRDefault="007277B7" w:rsidP="007277B7">
      <w:pPr>
        <w:pStyle w:val="ListParagraph"/>
        <w:numPr>
          <w:ilvl w:val="0"/>
          <w:numId w:val="4"/>
        </w:numPr>
        <w:spacing w:line="276" w:lineRule="auto"/>
      </w:pPr>
      <w:r w:rsidRPr="007277B7">
        <w:t>Cite sources used for real life application sections of report</w:t>
      </w:r>
      <w:r w:rsidR="00F1603F">
        <w:t xml:space="preserve"> (and any other information that you researched)</w:t>
      </w:r>
    </w:p>
    <w:p w14:paraId="6100DE4C" w14:textId="048B80B6" w:rsidR="00CD6FE9" w:rsidRPr="007277B7" w:rsidRDefault="00CD6FE9" w:rsidP="007277B7">
      <w:pPr>
        <w:pStyle w:val="ListParagraph"/>
        <w:numPr>
          <w:ilvl w:val="0"/>
          <w:numId w:val="4"/>
        </w:numPr>
        <w:spacing w:line="276" w:lineRule="auto"/>
      </w:pPr>
      <w:r>
        <w:t>You must include in-text citations in addition to a works cited page</w:t>
      </w:r>
      <w:bookmarkStart w:id="0" w:name="_GoBack"/>
      <w:bookmarkEnd w:id="0"/>
    </w:p>
    <w:sectPr w:rsidR="00CD6FE9" w:rsidRPr="007277B7" w:rsidSect="00832566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66A87"/>
    <w:multiLevelType w:val="hybridMultilevel"/>
    <w:tmpl w:val="17E63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04F0A"/>
    <w:multiLevelType w:val="hybridMultilevel"/>
    <w:tmpl w:val="EC201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B1456"/>
    <w:multiLevelType w:val="hybridMultilevel"/>
    <w:tmpl w:val="1520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27239"/>
    <w:multiLevelType w:val="hybridMultilevel"/>
    <w:tmpl w:val="7F880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6C3"/>
    <w:rsid w:val="000F12BF"/>
    <w:rsid w:val="00411592"/>
    <w:rsid w:val="007277B7"/>
    <w:rsid w:val="00832566"/>
    <w:rsid w:val="008D6853"/>
    <w:rsid w:val="00BF2F73"/>
    <w:rsid w:val="00C806C3"/>
    <w:rsid w:val="00CD6FE9"/>
    <w:rsid w:val="00F1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51D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0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0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2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4</cp:revision>
  <cp:lastPrinted>2018-02-21T12:50:00Z</cp:lastPrinted>
  <dcterms:created xsi:type="dcterms:W3CDTF">2018-02-12T12:52:00Z</dcterms:created>
  <dcterms:modified xsi:type="dcterms:W3CDTF">2018-02-21T12:50:00Z</dcterms:modified>
</cp:coreProperties>
</file>